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ABBB" w14:textId="3840D6B9" w:rsidR="00B305CE" w:rsidRPr="00B305CE" w:rsidRDefault="00B305CE" w:rsidP="00B305CE">
      <w:pPr>
        <w:pStyle w:val="a5"/>
        <w:spacing w:after="0"/>
        <w:rPr>
          <w:sz w:val="22"/>
        </w:rPr>
      </w:pPr>
      <w:r>
        <w:rPr>
          <w:noProof/>
        </w:rPr>
        <w:drawing>
          <wp:inline distT="0" distB="0" distL="0" distR="0" wp14:anchorId="6652FA17" wp14:editId="75D2EFA7">
            <wp:extent cx="561975" cy="52387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F221D" w14:textId="0FFB662E" w:rsidR="00000000" w:rsidRPr="00B305CE" w:rsidRDefault="000026DB" w:rsidP="00B305CE">
      <w:pPr>
        <w:pStyle w:val="a5"/>
        <w:spacing w:after="0"/>
        <w:jc w:val="left"/>
        <w:rPr>
          <w:sz w:val="16"/>
          <w:szCs w:val="16"/>
        </w:rPr>
      </w:pPr>
      <w:r w:rsidRPr="00B305CE">
        <w:rPr>
          <w:sz w:val="16"/>
          <w:szCs w:val="16"/>
        </w:rPr>
        <w:t>ΠΑΡΑΡΤΗΜΑ Ι</w:t>
      </w:r>
    </w:p>
    <w:p w14:paraId="5AAC7991" w14:textId="77777777" w:rsidR="00000000" w:rsidRPr="00B305CE" w:rsidRDefault="000026DB" w:rsidP="00B305CE">
      <w:pPr>
        <w:pStyle w:val="a5"/>
        <w:spacing w:after="0"/>
        <w:rPr>
          <w:b/>
          <w:bCs/>
          <w:szCs w:val="28"/>
        </w:rPr>
      </w:pPr>
      <w:r w:rsidRPr="00B305CE">
        <w:rPr>
          <w:b/>
          <w:bCs/>
          <w:szCs w:val="28"/>
        </w:rPr>
        <w:t>ΥΠΕΥΘΥΝΗ ΔΗΛΩΣΗ</w:t>
      </w:r>
    </w:p>
    <w:p w14:paraId="25C09102" w14:textId="77777777" w:rsidR="00000000" w:rsidRPr="00B305CE" w:rsidRDefault="000026DB" w:rsidP="00B305CE">
      <w:pPr>
        <w:pStyle w:val="a5"/>
        <w:rPr>
          <w:b/>
          <w:bCs/>
          <w:sz w:val="20"/>
          <w:szCs w:val="20"/>
        </w:rPr>
      </w:pPr>
      <w:r w:rsidRPr="00B305CE">
        <w:rPr>
          <w:b/>
          <w:bCs/>
          <w:sz w:val="20"/>
          <w:szCs w:val="20"/>
        </w:rPr>
        <w:t>(άρθρο 8 Ν.1599/1986)</w:t>
      </w:r>
    </w:p>
    <w:p w14:paraId="6787D1B1" w14:textId="77777777" w:rsidR="00000000" w:rsidRPr="00B305CE" w:rsidRDefault="000026DB" w:rsidP="00B305CE">
      <w:pPr>
        <w:pStyle w:val="a5"/>
        <w:jc w:val="left"/>
        <w:rPr>
          <w:sz w:val="22"/>
        </w:rPr>
      </w:pPr>
    </w:p>
    <w:p w14:paraId="60845694" w14:textId="77777777" w:rsidR="00000000" w:rsidRPr="00227B32" w:rsidRDefault="000026DB">
      <w:pPr>
        <w:pStyle w:val="20"/>
        <w:pBdr>
          <w:right w:val="single" w:sz="4" w:space="7" w:color="auto"/>
        </w:pBdr>
        <w:ind w:right="139"/>
        <w:rPr>
          <w:sz w:val="18"/>
        </w:rPr>
      </w:pPr>
      <w:r w:rsidRPr="00227B32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14:paraId="4FFA5F74" w14:textId="77777777" w:rsidR="00000000" w:rsidRPr="00227B32" w:rsidRDefault="000026DB">
      <w:pPr>
        <w:pStyle w:val="20"/>
        <w:pBdr>
          <w:right w:val="single" w:sz="4" w:space="7" w:color="auto"/>
        </w:pBdr>
        <w:ind w:right="139"/>
        <w:rPr>
          <w:sz w:val="18"/>
        </w:rPr>
      </w:pPr>
      <w:r w:rsidRPr="00227B32">
        <w:rPr>
          <w:sz w:val="18"/>
        </w:rPr>
        <w:t>παρ. 4 Ν. 1599/1986)</w:t>
      </w:r>
    </w:p>
    <w:p w14:paraId="532CD05D" w14:textId="77777777" w:rsidR="00000000" w:rsidRPr="00227B32" w:rsidRDefault="000026DB">
      <w:pPr>
        <w:pStyle w:val="a5"/>
        <w:jc w:val="left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227B32" w:rsidRPr="00227B32" w14:paraId="6F594418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1368" w:type="dxa"/>
            <w:vAlign w:val="center"/>
          </w:tcPr>
          <w:p w14:paraId="010AC596" w14:textId="77777777" w:rsidR="00000000" w:rsidRPr="00227B32" w:rsidRDefault="000026DB" w:rsidP="00B66804">
            <w:pPr>
              <w:rPr>
                <w:rFonts w:ascii="Arial" w:hAnsi="Arial"/>
                <w:sz w:val="20"/>
              </w:rPr>
            </w:pPr>
            <w:r w:rsidRPr="00227B32">
              <w:rPr>
                <w:rFonts w:ascii="Arial" w:hAnsi="Arial"/>
                <w:sz w:val="20"/>
              </w:rPr>
              <w:t>ΠΡΟΣ</w:t>
            </w:r>
            <w:r w:rsidRPr="00227B32">
              <w:rPr>
                <w:rFonts w:ascii="Arial" w:hAnsi="Arial"/>
                <w:sz w:val="20"/>
                <w:vertAlign w:val="superscript"/>
              </w:rPr>
              <w:t>(1)</w:t>
            </w:r>
            <w:r w:rsidRPr="00227B32"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  <w:vAlign w:val="center"/>
          </w:tcPr>
          <w:p w14:paraId="154ABD9F" w14:textId="034BA18A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</w:tr>
      <w:tr w:rsidR="00227B32" w:rsidRPr="00227B32" w14:paraId="691506DE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1368" w:type="dxa"/>
            <w:vAlign w:val="center"/>
          </w:tcPr>
          <w:p w14:paraId="4E962F10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  <w:vAlign w:val="center"/>
          </w:tcPr>
          <w:p w14:paraId="72984F0D" w14:textId="77777777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581DA88C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14:paraId="04D7E266" w14:textId="77777777" w:rsidR="00000000" w:rsidRPr="00227B32" w:rsidRDefault="000026DB" w:rsidP="00B66804">
            <w:pPr>
              <w:rPr>
                <w:rFonts w:ascii="Arial" w:hAnsi="Arial"/>
                <w:b/>
              </w:rPr>
            </w:pPr>
          </w:p>
        </w:tc>
      </w:tr>
      <w:tr w:rsidR="00227B32" w:rsidRPr="00227B32" w14:paraId="1DFB71E1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2448" w:type="dxa"/>
            <w:gridSpan w:val="4"/>
            <w:vAlign w:val="center"/>
          </w:tcPr>
          <w:p w14:paraId="66B56C1B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Όνομα και Επώνυμο Πατέρ</w:t>
            </w:r>
            <w:r w:rsidRPr="00227B32">
              <w:rPr>
                <w:rFonts w:ascii="Arial" w:hAnsi="Arial"/>
                <w:sz w:val="16"/>
              </w:rPr>
              <w:t xml:space="preserve">α: </w:t>
            </w:r>
          </w:p>
        </w:tc>
        <w:tc>
          <w:tcPr>
            <w:tcW w:w="7920" w:type="dxa"/>
            <w:gridSpan w:val="12"/>
            <w:vAlign w:val="center"/>
          </w:tcPr>
          <w:p w14:paraId="59013281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</w:tr>
      <w:tr w:rsidR="00227B32" w:rsidRPr="00227B32" w14:paraId="29E7DB3F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2448" w:type="dxa"/>
            <w:gridSpan w:val="4"/>
            <w:vAlign w:val="center"/>
          </w:tcPr>
          <w:p w14:paraId="524C979C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  <w:vAlign w:val="center"/>
          </w:tcPr>
          <w:p w14:paraId="5F611177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</w:tr>
      <w:tr w:rsidR="00227B32" w:rsidRPr="00227B32" w14:paraId="623125B8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2448" w:type="dxa"/>
            <w:gridSpan w:val="4"/>
            <w:vAlign w:val="center"/>
          </w:tcPr>
          <w:p w14:paraId="3ED2D1A2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Ημερομηνία γέννησης</w:t>
            </w:r>
            <w:r w:rsidRPr="00227B32">
              <w:rPr>
                <w:rFonts w:ascii="Arial" w:hAnsi="Arial"/>
                <w:sz w:val="16"/>
                <w:vertAlign w:val="superscript"/>
              </w:rPr>
              <w:t>(2)</w:t>
            </w:r>
            <w:r w:rsidRPr="00227B32"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  <w:vAlign w:val="center"/>
          </w:tcPr>
          <w:p w14:paraId="38C11436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</w:tr>
      <w:tr w:rsidR="00227B32" w:rsidRPr="00227B32" w14:paraId="09BBE44F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F656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09B2" w14:textId="77777777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</w:tr>
      <w:tr w:rsidR="00227B32" w:rsidRPr="00227B32" w14:paraId="05D24834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2448" w:type="dxa"/>
            <w:gridSpan w:val="4"/>
            <w:vAlign w:val="center"/>
          </w:tcPr>
          <w:p w14:paraId="08325AE2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  <w:vAlign w:val="center"/>
          </w:tcPr>
          <w:p w14:paraId="0ED53BB7" w14:textId="77777777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5608405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14:paraId="02B57190" w14:textId="77777777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</w:tr>
      <w:tr w:rsidR="00227B32" w:rsidRPr="00227B32" w14:paraId="05127141" w14:textId="77777777" w:rsidTr="00CD451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  <w:jc w:val="center"/>
        </w:trPr>
        <w:tc>
          <w:tcPr>
            <w:tcW w:w="1697" w:type="dxa"/>
            <w:gridSpan w:val="2"/>
            <w:vAlign w:val="center"/>
          </w:tcPr>
          <w:p w14:paraId="6F28B0C8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14:paraId="0712DAD7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79622DEA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  <w:vAlign w:val="center"/>
          </w:tcPr>
          <w:p w14:paraId="4688529C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vAlign w:val="center"/>
          </w:tcPr>
          <w:p w14:paraId="76D5F406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proofErr w:type="spellStart"/>
            <w:r w:rsidRPr="00227B32">
              <w:rPr>
                <w:rFonts w:ascii="Arial" w:hAnsi="Arial"/>
                <w:sz w:val="16"/>
              </w:rPr>
              <w:t>Αριθ</w:t>
            </w:r>
            <w:proofErr w:type="spellEnd"/>
            <w:r w:rsidRPr="00227B32"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14:paraId="08FF83B8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vAlign w:val="center"/>
          </w:tcPr>
          <w:p w14:paraId="4D6CCEEF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  <w:vAlign w:val="center"/>
          </w:tcPr>
          <w:p w14:paraId="624B7D4A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</w:tr>
      <w:tr w:rsidR="00227B32" w:rsidRPr="00227B32" w14:paraId="1417ABAF" w14:textId="77777777" w:rsidTr="00CD4511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2355" w:type="dxa"/>
            <w:gridSpan w:val="3"/>
            <w:vAlign w:val="center"/>
          </w:tcPr>
          <w:p w14:paraId="2F8F7746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proofErr w:type="spellStart"/>
            <w:r w:rsidRPr="00227B32">
              <w:rPr>
                <w:rFonts w:ascii="Arial" w:hAnsi="Arial"/>
                <w:sz w:val="16"/>
              </w:rPr>
              <w:t>Αρ</w:t>
            </w:r>
            <w:proofErr w:type="spellEnd"/>
            <w:r w:rsidRPr="00227B32">
              <w:rPr>
                <w:rFonts w:ascii="Arial" w:hAnsi="Arial"/>
                <w:sz w:val="16"/>
              </w:rPr>
              <w:t xml:space="preserve">. </w:t>
            </w:r>
            <w:proofErr w:type="spellStart"/>
            <w:r w:rsidRPr="00227B32">
              <w:rPr>
                <w:rFonts w:ascii="Arial" w:hAnsi="Arial"/>
                <w:sz w:val="16"/>
              </w:rPr>
              <w:t>Τηλεομοιοτύπου</w:t>
            </w:r>
            <w:proofErr w:type="spellEnd"/>
            <w:r w:rsidRPr="00227B32">
              <w:rPr>
                <w:rFonts w:ascii="Arial" w:hAnsi="Arial"/>
                <w:sz w:val="16"/>
              </w:rPr>
              <w:t xml:space="preserve"> (</w:t>
            </w:r>
            <w:r w:rsidRPr="00227B32">
              <w:rPr>
                <w:rFonts w:ascii="Arial" w:hAnsi="Arial"/>
                <w:sz w:val="16"/>
                <w:lang w:val="en-US"/>
              </w:rPr>
              <w:t>Fax</w:t>
            </w:r>
            <w:r w:rsidRPr="00227B32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center"/>
          </w:tcPr>
          <w:p w14:paraId="2DDF75CC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B6E3E1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Δ/</w:t>
            </w:r>
            <w:proofErr w:type="spellStart"/>
            <w:r w:rsidRPr="00227B32">
              <w:rPr>
                <w:rFonts w:ascii="Arial" w:hAnsi="Arial"/>
                <w:sz w:val="16"/>
              </w:rPr>
              <w:t>νση</w:t>
            </w:r>
            <w:proofErr w:type="spellEnd"/>
            <w:r w:rsidRPr="00227B32"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14:paraId="33512799" w14:textId="77777777" w:rsidR="00000000" w:rsidRPr="00227B32" w:rsidRDefault="000026DB" w:rsidP="00B66804">
            <w:pPr>
              <w:rPr>
                <w:rFonts w:ascii="Arial" w:hAnsi="Arial"/>
                <w:sz w:val="16"/>
              </w:rPr>
            </w:pPr>
            <w:r w:rsidRPr="00227B32">
              <w:rPr>
                <w:rFonts w:ascii="Arial" w:hAnsi="Arial"/>
                <w:sz w:val="16"/>
              </w:rPr>
              <w:t>(Ε-</w:t>
            </w:r>
            <w:r w:rsidRPr="00227B32">
              <w:rPr>
                <w:rFonts w:ascii="Arial" w:hAnsi="Arial"/>
                <w:sz w:val="16"/>
                <w:lang w:val="en-US"/>
              </w:rPr>
              <w:t>mail</w:t>
            </w:r>
            <w:r w:rsidRPr="00227B32"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4B68F1F9" w14:textId="77777777" w:rsidR="00000000" w:rsidRPr="00227B32" w:rsidRDefault="000026DB" w:rsidP="00B66804">
            <w:pPr>
              <w:rPr>
                <w:rFonts w:ascii="Courier New" w:hAnsi="Courier New"/>
                <w:b/>
              </w:rPr>
            </w:pPr>
          </w:p>
        </w:tc>
      </w:tr>
    </w:tbl>
    <w:p w14:paraId="6B222453" w14:textId="77777777" w:rsidR="00000000" w:rsidRPr="00227B32" w:rsidRDefault="000026DB" w:rsidP="00B66804">
      <w:pPr>
        <w:pStyle w:val="a5"/>
        <w:jc w:val="left"/>
        <w:rPr>
          <w:sz w:val="22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227B32" w:rsidRPr="00227B32" w14:paraId="3295F722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3E93E14B" w14:textId="77777777" w:rsidR="00000000" w:rsidRPr="00227B32" w:rsidRDefault="000026DB">
            <w:pPr>
              <w:ind w:right="124"/>
              <w:rPr>
                <w:rFonts w:ascii="Arial" w:hAnsi="Arial"/>
                <w:sz w:val="18"/>
              </w:rPr>
            </w:pPr>
          </w:p>
          <w:p w14:paraId="4A36C7A6" w14:textId="77777777" w:rsidR="00000000" w:rsidRPr="00227B32" w:rsidRDefault="000026DB">
            <w:pPr>
              <w:ind w:right="124"/>
              <w:rPr>
                <w:rFonts w:ascii="Arial" w:hAnsi="Arial"/>
                <w:sz w:val="18"/>
              </w:rPr>
            </w:pPr>
            <w:r w:rsidRPr="00227B32">
              <w:rPr>
                <w:rFonts w:ascii="Arial" w:hAnsi="Arial"/>
                <w:sz w:val="18"/>
              </w:rPr>
              <w:t>Με ατομική μου ευθύνη και γνωρίζ</w:t>
            </w:r>
            <w:r w:rsidRPr="00227B32">
              <w:rPr>
                <w:rFonts w:ascii="Arial" w:hAnsi="Arial"/>
                <w:sz w:val="18"/>
              </w:rPr>
              <w:t xml:space="preserve">οντας τις κυρώσεις </w:t>
            </w:r>
            <w:r w:rsidRPr="00227B32">
              <w:rPr>
                <w:rFonts w:ascii="Arial" w:hAnsi="Arial"/>
                <w:sz w:val="18"/>
                <w:vertAlign w:val="superscript"/>
              </w:rPr>
              <w:t>(3)</w:t>
            </w:r>
            <w:r w:rsidRPr="00227B32"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227B32" w:rsidRPr="00CD4511" w14:paraId="51968E5F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E36A64C" w14:textId="6F294285" w:rsidR="00000000" w:rsidRPr="00CD4511" w:rsidRDefault="00227B32" w:rsidP="00CD4511">
            <w:pPr>
              <w:spacing w:before="60"/>
              <w:ind w:right="125"/>
              <w:jc w:val="both"/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CD4511">
              <w:rPr>
                <w:rFonts w:ascii="Courier New" w:hAnsi="Courier New" w:cs="Courier New"/>
                <w:b/>
                <w:sz w:val="28"/>
                <w:szCs w:val="28"/>
              </w:rPr>
              <w:t xml:space="preserve">Η προϋπηρεσία που ζητώ να μου αναγνωριστεί δεν έχει </w:t>
            </w:r>
          </w:p>
        </w:tc>
      </w:tr>
      <w:tr w:rsidR="00227B32" w:rsidRPr="00CD4511" w14:paraId="208312E8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7E0A769" w14:textId="09CCD4BB" w:rsidR="00000000" w:rsidRPr="00CD4511" w:rsidRDefault="00CD4511" w:rsidP="00CD4511">
            <w:pPr>
              <w:spacing w:before="60"/>
              <w:ind w:right="125"/>
              <w:jc w:val="both"/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CD4511">
              <w:rPr>
                <w:rFonts w:ascii="Courier New" w:hAnsi="Courier New" w:cs="Courier New"/>
                <w:b/>
                <w:sz w:val="28"/>
                <w:szCs w:val="28"/>
              </w:rPr>
              <w:t xml:space="preserve">χρησιμοποιηθεί για τη χορήγησης καμίας </w:t>
            </w:r>
            <w:r w:rsidRPr="00CD4511">
              <w:rPr>
                <w:rFonts w:ascii="Courier New" w:hAnsi="Courier New" w:cs="Courier New"/>
                <w:b/>
                <w:sz w:val="28"/>
                <w:szCs w:val="28"/>
              </w:rPr>
              <w:t xml:space="preserve">άλλης οικονομικής </w:t>
            </w:r>
          </w:p>
        </w:tc>
      </w:tr>
      <w:tr w:rsidR="00227B32" w:rsidRPr="00CD4511" w14:paraId="40B83BFA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F7904C1" w14:textId="7F1BD9EA" w:rsidR="00000000" w:rsidRPr="00CD4511" w:rsidRDefault="00CD4511" w:rsidP="00CD4511">
            <w:pPr>
              <w:spacing w:before="60"/>
              <w:ind w:right="125"/>
              <w:jc w:val="both"/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CD4511">
              <w:rPr>
                <w:rFonts w:ascii="Courier New" w:hAnsi="Courier New" w:cs="Courier New"/>
                <w:b/>
                <w:sz w:val="28"/>
                <w:szCs w:val="28"/>
              </w:rPr>
              <w:t xml:space="preserve">παροχής (καταβολή αποζημίωσης) ή αναγνώρισης </w:t>
            </w:r>
          </w:p>
        </w:tc>
      </w:tr>
      <w:tr w:rsidR="00227B32" w:rsidRPr="00CD4511" w14:paraId="4BBC5C80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6E1B3D1" w14:textId="6A83EEF9" w:rsidR="00000000" w:rsidRPr="00CD4511" w:rsidRDefault="00CD4511" w:rsidP="00CD4511">
            <w:pPr>
              <w:spacing w:before="60"/>
              <w:ind w:right="125"/>
              <w:jc w:val="both"/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CD4511">
              <w:rPr>
                <w:rFonts w:ascii="Courier New" w:hAnsi="Courier New" w:cs="Courier New"/>
                <w:b/>
                <w:sz w:val="28"/>
                <w:szCs w:val="28"/>
              </w:rPr>
              <w:t>συνταξιοδοτικού δικαιώματος.</w:t>
            </w:r>
          </w:p>
        </w:tc>
      </w:tr>
      <w:tr w:rsidR="00227B32" w:rsidRPr="00CD4511" w14:paraId="618381DD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43572D8" w14:textId="77777777" w:rsidR="00000000" w:rsidRPr="00CD4511" w:rsidRDefault="000026DB" w:rsidP="00CD4511">
            <w:pPr>
              <w:spacing w:before="60"/>
              <w:ind w:right="125"/>
              <w:jc w:val="both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</w:tr>
      <w:tr w:rsidR="00227B32" w:rsidRPr="00CD4511" w14:paraId="33DB353F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D19DA5F" w14:textId="77777777" w:rsidR="00000000" w:rsidRPr="00CD4511" w:rsidRDefault="000026DB">
            <w:pPr>
              <w:spacing w:before="60"/>
              <w:ind w:right="125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</w:tr>
      <w:tr w:rsidR="00227B32" w:rsidRPr="00CD4511" w14:paraId="566D536B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B967758" w14:textId="77777777" w:rsidR="00000000" w:rsidRPr="00CD4511" w:rsidRDefault="000026DB">
            <w:pPr>
              <w:spacing w:before="60"/>
              <w:ind w:right="125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</w:tr>
      <w:tr w:rsidR="00227B32" w:rsidRPr="00227B32" w14:paraId="3E85CED2" w14:textId="77777777" w:rsidTr="00CD451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B2611CE" w14:textId="77777777" w:rsidR="00000000" w:rsidRPr="00227B32" w:rsidRDefault="000026DB">
            <w:pPr>
              <w:spacing w:before="60"/>
              <w:ind w:right="125"/>
              <w:jc w:val="right"/>
              <w:rPr>
                <w:rFonts w:ascii="Calibri" w:hAnsi="Calibri" w:cs="Calibri"/>
                <w:bCs/>
              </w:rPr>
            </w:pPr>
            <w:r w:rsidRPr="00227B32">
              <w:rPr>
                <w:rFonts w:ascii="Calibri" w:hAnsi="Calibri" w:cs="Calibri"/>
                <w:bCs/>
              </w:rPr>
              <w:t xml:space="preserve"> </w:t>
            </w:r>
            <w:r w:rsidRPr="00227B32">
              <w:rPr>
                <w:rFonts w:ascii="Calibri" w:hAnsi="Calibri" w:cs="Calibri"/>
                <w:bCs/>
              </w:rPr>
              <w:t>(4)</w:t>
            </w:r>
          </w:p>
        </w:tc>
      </w:tr>
    </w:tbl>
    <w:p w14:paraId="2E5C36F7" w14:textId="77777777" w:rsidR="00000000" w:rsidRPr="00227B32" w:rsidRDefault="000026DB"/>
    <w:p w14:paraId="22B5720E" w14:textId="064BF416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  <w:r w:rsidR="000026DB" w:rsidRPr="00227B32">
        <w:rPr>
          <w:sz w:val="16"/>
        </w:rPr>
        <w:t xml:space="preserve">Ημερομηνία: </w:t>
      </w:r>
      <w:r w:rsidR="000026DB" w:rsidRPr="00227B32">
        <w:rPr>
          <w:sz w:val="16"/>
        </w:rPr>
        <w:t xml:space="preserve"> </w:t>
      </w:r>
      <w:r w:rsidR="000026DB" w:rsidRPr="00227B32">
        <w:rPr>
          <w:rFonts w:ascii="Courier New" w:hAnsi="Courier New"/>
          <w:b/>
          <w:sz w:val="24"/>
        </w:rPr>
        <w:t>../../20</w:t>
      </w:r>
      <w:r w:rsidR="000026DB" w:rsidRPr="00227B32">
        <w:rPr>
          <w:rFonts w:ascii="Courier New" w:hAnsi="Courier New"/>
          <w:b/>
          <w:sz w:val="24"/>
          <w:lang w:val="en-US"/>
        </w:rPr>
        <w:t>.</w:t>
      </w:r>
      <w:r w:rsidR="000026DB" w:rsidRPr="00227B32">
        <w:rPr>
          <w:rFonts w:ascii="Courier New" w:hAnsi="Courier New"/>
          <w:b/>
          <w:sz w:val="24"/>
        </w:rPr>
        <w:t>..</w:t>
      </w:r>
    </w:p>
    <w:p w14:paraId="25E55223" w14:textId="2ADF94A2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</w:p>
    <w:p w14:paraId="698CD464" w14:textId="5E55DDDF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  <w:r w:rsidR="000026DB" w:rsidRPr="00227B32">
        <w:rPr>
          <w:sz w:val="16"/>
        </w:rPr>
        <w:t>Ο – Η Δηλών</w:t>
      </w:r>
    </w:p>
    <w:p w14:paraId="5ABCEBB3" w14:textId="1F2D97BE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</w:p>
    <w:p w14:paraId="1CAB1708" w14:textId="332324CC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</w:p>
    <w:p w14:paraId="6A9F620C" w14:textId="56A722BD" w:rsidR="00000000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</w:p>
    <w:p w14:paraId="64EC854C" w14:textId="60C2B03D" w:rsidR="00B305CE" w:rsidRPr="00227B32" w:rsidRDefault="00B305CE" w:rsidP="00B66804">
      <w:pPr>
        <w:pStyle w:val="a6"/>
        <w:tabs>
          <w:tab w:val="center" w:pos="7938"/>
        </w:tabs>
        <w:ind w:left="0" w:right="-2"/>
        <w:rPr>
          <w:sz w:val="16"/>
        </w:rPr>
      </w:pPr>
      <w:r>
        <w:rPr>
          <w:sz w:val="16"/>
        </w:rPr>
        <w:tab/>
      </w:r>
    </w:p>
    <w:p w14:paraId="7F8165E2" w14:textId="5EEAAB9F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</w:p>
    <w:p w14:paraId="222E9527" w14:textId="6BC6E061" w:rsidR="00000000" w:rsidRPr="00227B32" w:rsidRDefault="00B66804" w:rsidP="00B66804">
      <w:pPr>
        <w:pStyle w:val="a6"/>
        <w:tabs>
          <w:tab w:val="center" w:pos="7938"/>
        </w:tabs>
        <w:ind w:left="0" w:right="-2"/>
        <w:rPr>
          <w:sz w:val="16"/>
        </w:rPr>
      </w:pPr>
      <w:r w:rsidRPr="00227B32">
        <w:rPr>
          <w:sz w:val="16"/>
        </w:rPr>
        <w:tab/>
      </w:r>
      <w:r w:rsidR="000026DB" w:rsidRPr="00227B32">
        <w:rPr>
          <w:sz w:val="16"/>
        </w:rPr>
        <w:t>(Υπογραφή)</w:t>
      </w:r>
    </w:p>
    <w:p w14:paraId="701CAAFE" w14:textId="77777777" w:rsidR="00000000" w:rsidRPr="00227B32" w:rsidRDefault="000026DB">
      <w:pPr>
        <w:jc w:val="both"/>
        <w:rPr>
          <w:rFonts w:ascii="Arial" w:hAnsi="Arial"/>
          <w:sz w:val="18"/>
        </w:rPr>
      </w:pPr>
    </w:p>
    <w:p w14:paraId="16D8CA76" w14:textId="77777777" w:rsidR="00000000" w:rsidRPr="00227B32" w:rsidRDefault="000026DB">
      <w:pPr>
        <w:jc w:val="both"/>
        <w:rPr>
          <w:rFonts w:ascii="Arial" w:hAnsi="Arial"/>
          <w:sz w:val="18"/>
        </w:rPr>
      </w:pPr>
    </w:p>
    <w:p w14:paraId="15DBD1D5" w14:textId="77777777" w:rsidR="00000000" w:rsidRPr="00227B32" w:rsidRDefault="000026DB">
      <w:pPr>
        <w:pStyle w:val="a6"/>
        <w:jc w:val="both"/>
        <w:rPr>
          <w:sz w:val="18"/>
        </w:rPr>
      </w:pPr>
      <w:r w:rsidRPr="00227B32">
        <w:rPr>
          <w:sz w:val="18"/>
        </w:rPr>
        <w:t>(1) Αναγράφεται από τον ενδιαφερόμενο πολίτη ή Αρχή ή η Υπηρε</w:t>
      </w:r>
      <w:r w:rsidRPr="00227B32">
        <w:rPr>
          <w:sz w:val="18"/>
        </w:rPr>
        <w:t>σία του δημόσιου τομέα, που απευθύνεται η αίτηση.</w:t>
      </w:r>
    </w:p>
    <w:p w14:paraId="2D0D9E5D" w14:textId="77777777" w:rsidR="00000000" w:rsidRPr="00227B32" w:rsidRDefault="000026DB">
      <w:pPr>
        <w:pStyle w:val="a6"/>
        <w:jc w:val="both"/>
        <w:rPr>
          <w:sz w:val="18"/>
        </w:rPr>
      </w:pPr>
      <w:r w:rsidRPr="00227B32">
        <w:rPr>
          <w:sz w:val="18"/>
        </w:rPr>
        <w:t xml:space="preserve">(2) Αναγράφεται ολογράφως. </w:t>
      </w:r>
    </w:p>
    <w:p w14:paraId="7E812249" w14:textId="77777777" w:rsidR="00000000" w:rsidRPr="00227B32" w:rsidRDefault="000026DB">
      <w:pPr>
        <w:pStyle w:val="a6"/>
        <w:jc w:val="both"/>
        <w:rPr>
          <w:sz w:val="18"/>
        </w:rPr>
      </w:pPr>
      <w:r w:rsidRPr="00227B32">
        <w:rPr>
          <w:sz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</w:t>
      </w:r>
      <w:r w:rsidRPr="00227B32">
        <w:rPr>
          <w:sz w:val="18"/>
        </w:rPr>
        <w:t>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B0D35D1" w14:textId="63ABF193" w:rsidR="00000000" w:rsidRDefault="000026DB">
      <w:pPr>
        <w:pStyle w:val="a6"/>
        <w:jc w:val="both"/>
        <w:rPr>
          <w:sz w:val="18"/>
        </w:rPr>
      </w:pPr>
      <w:r w:rsidRPr="00227B32">
        <w:rPr>
          <w:sz w:val="18"/>
        </w:rPr>
        <w:t>(4) Σε περίπτωση ανεπάρκειας χώρου η δήλωση συνεχίζεται στην πίσω όψη της και</w:t>
      </w:r>
      <w:r w:rsidRPr="00227B32">
        <w:rPr>
          <w:sz w:val="18"/>
        </w:rPr>
        <w:t xml:space="preserve"> υπογράφεται από τον δηλούντα ή την δηλούσα.</w:t>
      </w:r>
    </w:p>
    <w:p w14:paraId="25F8D8EF" w14:textId="77777777" w:rsidR="00B305CE" w:rsidRPr="00227B32" w:rsidRDefault="00B305CE">
      <w:pPr>
        <w:pStyle w:val="a6"/>
        <w:jc w:val="both"/>
      </w:pPr>
    </w:p>
    <w:sectPr w:rsidR="00B305CE" w:rsidRPr="00227B32" w:rsidSect="00B305CE">
      <w:headerReference w:type="default" r:id="rId8"/>
      <w:type w:val="continuous"/>
      <w:pgSz w:w="11906" w:h="16838" w:code="9"/>
      <w:pgMar w:top="709" w:right="851" w:bottom="851" w:left="851" w:header="283" w:footer="28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70EA" w14:textId="77777777" w:rsidR="000026DB" w:rsidRDefault="000026DB">
      <w:r>
        <w:separator/>
      </w:r>
    </w:p>
  </w:endnote>
  <w:endnote w:type="continuationSeparator" w:id="0">
    <w:p w14:paraId="7AAFA2D0" w14:textId="77777777" w:rsidR="000026DB" w:rsidRDefault="0000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875A" w14:textId="77777777" w:rsidR="000026DB" w:rsidRDefault="000026DB">
      <w:r>
        <w:separator/>
      </w:r>
    </w:p>
  </w:footnote>
  <w:footnote w:type="continuationSeparator" w:id="0">
    <w:p w14:paraId="36E7E741" w14:textId="77777777" w:rsidR="000026DB" w:rsidRDefault="00002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757A" w14:textId="77777777" w:rsidR="00000000" w:rsidRDefault="000026DB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804"/>
    <w:rsid w:val="000026DB"/>
    <w:rsid w:val="00227B32"/>
    <w:rsid w:val="003077F4"/>
    <w:rsid w:val="00B305CE"/>
    <w:rsid w:val="00B66804"/>
    <w:rsid w:val="00CD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2E549815"/>
  <w15:chartTrackingRefBased/>
  <w15:docId w15:val="{CD1F4DA6-DA98-4667-9E25-9CD8398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bidi="ar-S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20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Αστέριος Χατζηχαριστός</dc:creator>
  <cp:keywords/>
  <dc:description/>
  <cp:lastModifiedBy>Asterios Chatzicharistos</cp:lastModifiedBy>
  <cp:revision>3</cp:revision>
  <cp:lastPrinted>2004-03-21T19:55:00Z</cp:lastPrinted>
  <dcterms:created xsi:type="dcterms:W3CDTF">2021-07-05T00:32:00Z</dcterms:created>
  <dcterms:modified xsi:type="dcterms:W3CDTF">2021-07-05T00:50:00Z</dcterms:modified>
</cp:coreProperties>
</file>